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  <w:t>附件8</w:t>
      </w:r>
    </w:p>
    <w:p>
      <w:pP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  <w:t>一、评审的档案盒标签模板</w:t>
      </w:r>
    </w:p>
    <w:p>
      <w:pPr>
        <w:rPr>
          <w:rFonts w:hint="default"/>
          <w:u w:val="no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4552315</wp:posOffset>
                </wp:positionV>
                <wp:extent cx="7190740" cy="2218690"/>
                <wp:effectExtent l="0" t="14605" r="17780" b="698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0740" cy="2218690"/>
                          <a:chOff x="6575" y="22200"/>
                          <a:chExt cx="11324" cy="3494"/>
                        </a:xfrm>
                      </wpg:grpSpPr>
                      <wps:wsp>
                        <wps:cNvPr id="27" name="文本框 27"/>
                        <wps:cNvSpPr txBox="1"/>
                        <wps:spPr>
                          <a:xfrm>
                            <a:off x="6652" y="22200"/>
                            <a:ext cx="11247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15906" y="22396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6636" y="24884"/>
                            <a:ext cx="11263" cy="8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备注：标签的长宽可根据档案盒大小进行调节，但需包含模板中所列信息类别。档案盒编号中第1个数字表示共几盒，第2个数字表示第几盒。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6575" y="22940"/>
                            <a:ext cx="9208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 xml:space="preserve">姓名 评审 中级 生态环境工程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1.9pt;margin-top:358.45pt;height:174.7pt;width:566.2pt;z-index:251686912;mso-width-relative:page;mso-height-relative:page;" coordorigin="6575,22200" coordsize="11324,3494" o:gfxdata="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HIyPCzcAAAA&#10;DQEAAA8AAAAAAAAAAQAgAAAAIgAAAGRycy9kb3ducmV2LnhtbFBLAQIUABQAAAAIAIdO4kDpJ/pN&#10;bwMAAOoNAAAOAAAAAAAAAAEAIAAAACsBAABkcnMvZTJvRG9jLnhtbFBLBQYAAAAABgAGAFkBAAAM&#10;BwAAAAA=&#10;">
                <o:lock v:ext="edit" aspectratio="f"/>
                <v:shape id="_x0000_s1026" o:spid="_x0000_s1026" o:spt="202" type="#_x0000_t202" style="position:absolute;left:6652;top:22200;height:2402;width:11247;" fillcolor="#FFFFFF [3201]" filled="t" stroked="t" coordsize="21600,21600" o:gfxdata="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ip6y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5906;top:22396;height:2100;width:1860;" fillcolor="#FFFFFF [3201]" filled="t" stroked="t" coordsize="21600,21600" o:gfxdata="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8Eb9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636;top:24884;height:810;width:11263;" fillcolor="#FFFFFF [3201]" filled="t" stroked="f" coordsize="21600,21600" o:gfxdata="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t2hN2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备注：标签的长宽可根据档案盒大小进行调节，但需包含模板中所列信息类别。档案盒编号中第1个数字表示共几盒，第2个数字表示第几盒。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575;top:22940;height:1214;width:9208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 xml:space="preserve">姓名 评审 中级 生态环境工程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2609215</wp:posOffset>
                </wp:positionV>
                <wp:extent cx="7183120" cy="1525270"/>
                <wp:effectExtent l="0" t="14605" r="25400" b="14605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3120" cy="1525270"/>
                          <a:chOff x="6572" y="18960"/>
                          <a:chExt cx="11312" cy="2402"/>
                        </a:xfrm>
                      </wpg:grpSpPr>
                      <wps:wsp>
                        <wps:cNvPr id="24" name="文本框 24"/>
                        <wps:cNvSpPr txBox="1"/>
                        <wps:spPr>
                          <a:xfrm>
                            <a:off x="6637" y="18960"/>
                            <a:ext cx="11247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15831" y="19126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6572" y="19578"/>
                            <a:ext cx="9208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 xml:space="preserve">姓名 评审 中级 生态环境工程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0.2pt;margin-top:205.45pt;height:120.1pt;width:565.6pt;z-index:251685888;mso-width-relative:page;mso-height-relative:page;" coordorigin="6572,18960" coordsize="11312,2402" o:gfxdata="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tETTZNsAAAAMAQAADwAAAAAAAAABACAAAAAiAAAAZHJzL2Rvd25yZXYueG1sUEsBAhQAFAAAAAgA&#10;h07iQFzShtU/AwAANQsAAA4AAAAAAAAAAQAgAAAAKgEAAGRycy9lMm9Eb2MueG1sUEsFBgAAAAAG&#10;AAYAWQEAANsGAAAAAA==&#10;">
                <o:lock v:ext="edit" aspectratio="f"/>
                <v:shape id="_x0000_s1026" o:spid="_x0000_s1026" o:spt="202" type="#_x0000_t202" style="position:absolute;left:6637;top:18960;height:2402;width:11247;" fillcolor="#FFFFFF [3201]" filled="t" stroked="t" coordsize="21600,21600" o:gfxdata="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WADF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5831;top:19126;height:2100;width:1860;" fillcolor="#FFFFFF [3201]" filled="t" stroked="t" coordsize="21600,21600" o:gfxdata="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xjsp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572;top:19578;height:1214;width:9208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 xml:space="preserve">姓名 评审 中级 生态环境工程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551180</wp:posOffset>
                </wp:positionV>
                <wp:extent cx="7141210" cy="1525270"/>
                <wp:effectExtent l="14605" t="14605" r="22225" b="1460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1210" cy="1525270"/>
                          <a:chOff x="6577" y="15585"/>
                          <a:chExt cx="11246" cy="2402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6577" y="15585"/>
                            <a:ext cx="11247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  <w:br w:type="textWrapping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6621" y="16325"/>
                            <a:ext cx="9208" cy="12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 xml:space="preserve">姓名 评审 中级 生态环境工程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15816" y="15721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15pt;margin-top:43.4pt;height:120.1pt;width:562.3pt;z-index:251680768;mso-width-relative:page;mso-height-relative:page;" coordorigin="6577,15585" coordsize="11246,2402" o:gfxdata="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A+jZHx2gAAAAsB&#10;AAAPAAAAAAAAAAEAIAAAACIAAABkcnMvZG93bnJldi54bWxQSwECFAAUAAAACACHTuJASsK9TDYD&#10;AABeCwAADgAAAAAAAAABACAAAAApAQAAZHJzL2Uyb0RvYy54bWxQSwUGAAAAAAYABgBZAQAA0QYA&#10;AAAA&#10;">
                <o:lock v:ext="edit" aspectratio="f"/>
                <v:shape id="_x0000_s1026" o:spid="_x0000_s1026" o:spt="202" type="#_x0000_t202" style="position:absolute;left:6577;top:15585;height:2402;width:11247;" fillcolor="#FFFFFF [3201]" filled="t" stroked="t" coordsize="21600,21600" o:gfxdata="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NWXmugAAANsA&#10;AAAPAAAAAAAAAAEAIAAAACIAAABkcnMvZG93bnJldi54bWxQSwECFAAUAAAACACHTuJAMy8FnjsA&#10;AAA5AAAAEAAAAAAAAAABACAAAAAJAQAAZHJzL3NoYXBleG1sLnhtbFBLBQYAAAAABgAGAFsBAACz&#10;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  <w:br w:type="textWrapping"/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621;top:16325;height:1214;width:9208;" fillcolor="#FFFFFF [3201]" filled="t" stroked="f" coordsize="21600,21600" o:gfxdata="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Jb5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 xml:space="preserve">姓名 评审 中级 生态环境工程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816;top:15721;height:2100;width:1860;" fillcolor="#FFFFFF [3201]" filled="t" stroked="t" coordsize="21600,21600" o:gfxdata="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sZix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1"/>
          <w:lang w:eastAsia="zh-CN"/>
        </w:rPr>
        <w:t>（一）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none"/>
          <w:lang w:val="en-US" w:eastAsia="zh-CN"/>
        </w:rPr>
        <w:t>粘贴于档案盒上侧和下侧</w:t>
      </w: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5107940</wp:posOffset>
                </wp:positionH>
                <wp:positionV relativeFrom="paragraph">
                  <wp:posOffset>3006725</wp:posOffset>
                </wp:positionV>
                <wp:extent cx="970280" cy="4172585"/>
                <wp:effectExtent l="0" t="0" r="5080" b="3175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17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评审中级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2pt;margin-top:236.75pt;height:328.55pt;width:76.4pt;z-index:251765760;mso-width-relative:page;mso-height-relative:page;" fillcolor="#FFFFFF [3201]" filled="t" stroked="f" coordsize="21600,21600" o:gfxdata="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+ppHeNgAAAAMAQAADwAAAAAAAAABACAAAAAiAAAAZHJzL2Rvd25yZXYu&#10;eG1sUEsBAhQAFAAAAAgAh07iQJ6ie8s0AgAARQQAAA4AAAAAAAAAAQAgAAAAJw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评审中级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3090545</wp:posOffset>
                </wp:positionV>
                <wp:extent cx="970280" cy="4172585"/>
                <wp:effectExtent l="0" t="0" r="5080" b="3175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655" y="4215765"/>
                          <a:ext cx="970280" cy="417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评审中级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25pt;margin-top:243.35pt;height:328.55pt;width:76.4pt;z-index:251748352;mso-width-relative:page;mso-height-relative:page;" fillcolor="#FFFFFF [3201]" filled="t" stroked="f" coordsize="21600,21600" o:gfxdata="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UHADTWAAAACwEAAA8AAAAAAAAAAQAgAAAAIgAA&#10;AGRycy9kb3ducmV2LnhtbFBLAQIUABQAAAAIAIdO4kBvo9WTQwIAAFEEAAAOAAAAAAAAAAEAIAAA&#10;ACUBAABkcnMvZTJvRG9jLnhtbFBLBQYAAAAABgAGAFkBAADa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评审中级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3076575</wp:posOffset>
                </wp:positionV>
                <wp:extent cx="970280" cy="4172585"/>
                <wp:effectExtent l="0" t="0" r="5080" b="3175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172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评审中级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45pt;margin-top:242.25pt;height:328.55pt;width:76.4pt;z-index:251764736;mso-width-relative:page;mso-height-relative:page;" fillcolor="#FFFFFF [3201]" filled="t" stroked="f" coordsize="21600,21600" o:gfxdata="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KY6vjWAAAADAEAAA8AAAAAAAAAAQAgAAAAIgAAAGRycy9kb3ducmV2Lnht&#10;bFBLAQIUABQAAAAIAIdO4kAzMsldNAIAAEUEAAAOAAAAAAAAAAEAIAAAACU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评审中级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572770</wp:posOffset>
                </wp:positionV>
                <wp:extent cx="2000250" cy="1076325"/>
                <wp:effectExtent l="0" t="0" r="11430" b="5715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8pt;margin-top:45.1pt;height:84.75pt;width:157.5pt;z-index:251761664;mso-width-relative:page;mso-height-relative:page;" fillcolor="#FFFFFF [3201]" filled="t" stroked="f" coordsize="21600,21600" o:gfxdata="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QODjNUAAAAKAQAADwAAAAAAAAABACAAAAAiAAAAZHJzL2Rvd25yZXYueG1s&#10;UEsBAhQAFAAAAAgAh07iQCwgDAs0AgAARg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483870</wp:posOffset>
                </wp:positionV>
                <wp:extent cx="2188845" cy="8449945"/>
                <wp:effectExtent l="12700" t="14605" r="8255" b="24130"/>
                <wp:wrapNone/>
                <wp:docPr id="159" name="组合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49945"/>
                          <a:chOff x="9127" y="2782"/>
                          <a:chExt cx="3447" cy="13022"/>
                        </a:xfrm>
                      </wpg:grpSpPr>
                      <wps:wsp>
                        <wps:cNvPr id="160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1" name="直接连接符 2"/>
                        <wps:cNvCnPr/>
                        <wps:spPr>
                          <a:xfrm>
                            <a:off x="9130" y="4706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8pt;margin-top:38.1pt;height:665.35pt;width:172.35pt;z-index:251742208;mso-width-relative:page;mso-height-relative:page;" coordorigin="9127,2782" coordsize="3447,13022" o:gfxdata="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HOj8/rcAAAACwEAAA8AAAAAAAAAAQAgAAAAIgAAAGRycy9k&#10;b3ducmV2LnhtbFBLAQIUABQAAAAIAIdO4kDXBWoBVAMAAEQLAAAOAAAAAAAAAAEAIAAAACsBAABk&#10;cnMvZTJvRG9jLnhtbFBLBQYAAAAABgAGAFkBAADxBgAAAAA=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SgInyb8AAADc&#10;AAAADwAAAGRycy9kb3ducmV2LnhtbEWPQWvCQBCF7wX/wzKCt7qJoJXoKiVUkBYLtaV6HLPTJDQ7&#10;G7Kr0X/fORS8zfDevPfNcn11jbpQF2rPBtJxAoq48Lbm0sDX5+ZxDipEZIuNZzJwowDr1eBhiZn1&#10;PX/QZR9LJSEcMjRQxdhmWoeiIodh7Fti0X585zDK2pXadthLuGv0JElm2mHN0lBhS3lFxe/+7Aw8&#10;a359S/N+/vS+O0zz7xffnvzRmNEwTRagIl3j3fx/vbWCPxN8eUYm0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CJ8m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06;height:0;width:3435;" filled="f" stroked="t" coordsize="21600,21600" o:gfxdata="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lbca6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N1sUN70AAADc&#10;AAAADwAAAGRycy9kb3ducmV2LnhtbEVPTWvCQBC9C/0PyxR6M7taCGl0lVKQtqjQaA8eh+yYhGZn&#10;Q3Zr0n/vCkJv83ifs1yPthUX6n3jWMMsUSCIS2carjR8HzfTDIQPyAZbx6ThjzysVw+TJebGDVzQ&#10;5RAqEUPY56ihDqHLpfRlTRZ94jriyJ1dbzFE2FfS9DjEcNvKuVKptNhwbKixo7eayp/Dr9XwvN0f&#10;i/CV8aY4v+ze3esp+1RO66fHmVqACDSGf/Hd/WHi/HQOt2fiBXJ1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WxQ3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WBexrLsAAADc&#10;AAAADwAAAGRycy9kb3ducmV2LnhtbEVPS4vCMBC+C/sfwizsTRNXkFqNIgviLipY9eBxaMa22ExK&#10;Ex/7740geJuP7zmT2d3W4kqtrxxr6PcUCOLcmYoLDYf9opuA8AHZYO2YNPyTh9n0ozPB1LgbZ3Td&#10;hULEEPYpaihDaFIpfV6SRd9zDXHkTq61GCJsC2lavMVwW8tvpYbSYsWxocSGfkrKz7uL1TBYbfZZ&#10;2Ca8yE6j9dLNj8mfclp/ffbVGESge3iLX+5fE+cPB/B8Jl4gp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BexrL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591820</wp:posOffset>
                </wp:positionV>
                <wp:extent cx="2133600" cy="1076325"/>
                <wp:effectExtent l="0" t="0" r="0" b="5715"/>
                <wp:wrapNone/>
                <wp:docPr id="164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05pt;margin-top:46.6pt;height:84.75pt;width:168pt;z-index:251760640;mso-width-relative:page;mso-height-relative:page;" fillcolor="#FFFFFF [3201]" filled="t" stroked="f" coordsize="21600,21600" o:gfxdata="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QgCB3WAAAACgEAAA8AAAAAAAAAAQAgAAAAIgAAAGRycy9kb3ducmV2Lnht&#10;bFBLAQIUABQAAAAIAIdO4kCdleefNAIAAEYEAAAOAAAAAAAAAAEAIAAAACU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572770</wp:posOffset>
                </wp:positionV>
                <wp:extent cx="2133600" cy="1076325"/>
                <wp:effectExtent l="0" t="0" r="0" b="5715"/>
                <wp:wrapNone/>
                <wp:docPr id="165" name="文本框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560" y="148717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45.1pt;height:84.75pt;width:168pt;z-index:251759616;mso-width-relative:page;mso-height-relative:page;" fillcolor="#FFFFFF [3201]" filled="t" stroked="f" coordsize="21600,21600" o:gfxdata="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9njNcNcAAAALAQAADwAAAAAAAAABACAAAAAiAAAA&#10;ZHJzL2Rvd25yZXYueG1sUEsBAhQAFAAAAAgAh07iQE6/q4lBAgAAUQQAAA4AAAAAAAAAAQAgAAAA&#10;Jg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-777240</wp:posOffset>
                </wp:positionH>
                <wp:positionV relativeFrom="paragraph">
                  <wp:posOffset>9100185</wp:posOffset>
                </wp:positionV>
                <wp:extent cx="6952615" cy="609600"/>
                <wp:effectExtent l="0" t="0" r="12065" b="0"/>
                <wp:wrapNone/>
                <wp:docPr id="166" name="文本框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760" y="10014585"/>
                          <a:ext cx="695261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备注：标签的长宽可根据档案盒大小进行调节，但需包含模板中所列信息类别。档案盒编号中第1个数字表示共几盒，第2个数字表示第几盒。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2pt;margin-top:716.55pt;height:48pt;width:547.45pt;z-index:251758592;mso-width-relative:page;mso-height-relative:page;" fillcolor="#FFFFFF [3201]" filled="t" stroked="f" coordsize="21600,21600" o:gfxdata="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M1OWNgAAAAOAQAADwAAAAAAAAABACAAAAAi&#10;AAAAZHJzL2Rvd25yZXYueG1sUEsBAhQAFAAAAAgAh07iQPFSwJFDAgAAUQQAAA4AAAAAAAAAAQAg&#10;AAAAJw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备注：标签的长宽可根据档案盒大小进行调节，但需包含模板中所列信息类别。档案盒编号中第1个数字表示共几盒，第2个数字表示第几盒。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480695</wp:posOffset>
                </wp:positionV>
                <wp:extent cx="2188845" cy="8458835"/>
                <wp:effectExtent l="12700" t="13970" r="8255" b="15875"/>
                <wp:wrapNone/>
                <wp:docPr id="167" name="组合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8835"/>
                          <a:chOff x="9127" y="2782"/>
                          <a:chExt cx="3447" cy="13022"/>
                        </a:xfrm>
                      </wpg:grpSpPr>
                      <wps:wsp>
                        <wps:cNvPr id="168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9" name="直接连接符 2"/>
                        <wps:cNvCnPr/>
                        <wps:spPr>
                          <a:xfrm>
                            <a:off x="9130" y="4692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85pt;margin-top:37.85pt;height:666.05pt;width:172.35pt;z-index:251743232;mso-width-relative:page;mso-height-relative:page;" coordorigin="9127,2782" coordsize="3447,13022" o:gfxdata="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epDZztsAAAALAQAADwAAAAAAAAABACAAAAAi&#10;AAAAZHJzL2Rvd25yZXYueG1sUEsBAhQAFAAAAAgAh07iQIMFEBRdAwAARAsAAA4AAAAAAAAAAQAg&#10;AAAAKgEAAGRycy9lMm9Eb2MueG1sUEsFBgAAAAAGAAYAWQEAAPkGAAAAAA==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tHQrz78AAADc&#10;AAAADwAAAGRycy9kb3ducmV2LnhtbEWPQWvCQBCF7wX/wzKCt7qJoJXoKiVUkBYLtaV6HLPTJDQ7&#10;G7Kr0X/fORS8zfDevPfNcn11jbpQF2rPBtJxAoq48Lbm0sDX5+ZxDipEZIuNZzJwowDr1eBhiZn1&#10;PX/QZR9LJSEcMjRQxdhmWoeiIodh7Fti0X585zDK2pXadthLuGv0JElm2mHN0lBhS3lFxe/+7Aw8&#10;a359S/N+/vS+O0zz7xffnvzRmNEwTRagIl3j3fx/vbWCPxNaeUYm0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R0K8+/&#10;AAAA3A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692;height:0;width:3435;" filled="f" stroked="t" coordsize="21600,21600" o:gfxdata="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ctfai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LRy5Br8AAADc&#10;AAAADwAAAGRycy9kb3ducmV2LnhtbEWPQWvCQBCF74L/YRmht7prC22MriIFaUstNOrB45Adk2B2&#10;NmS3av995yB4m+G9ee+b+fLqW3WmPjaBLUzGBhRxGVzDlYX9bv2YgYoJ2WEbmCz8UYTlYjiYY+7C&#10;hQs6b1OlJIRjjhbqlLpc61jW5DGOQ0cs2jH0HpOsfaVdjxcJ961+MuZFe2xYGmrs6K2m8rT99Rae&#10;v753RfrJeF0cp5v3sDpknyZY+zCamBmoRNd0N9+uP5zgvwq+PCMT6M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0cuQa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QlAcnbwAAADc&#10;AAAADwAAAGRycy9kb3ducmV2LnhtbEVPS2vCQBC+F/oflin0pruxYNPoKqUgKlZo1IPHITsmwexs&#10;yK6vf+8KQm/z8T1nPL3aRpyp87VjDUlfgSAunKm51LDbznopCB+QDTaOScONPEwnry9jzIy7cE7n&#10;TShFDGGfoYYqhDaT0hcVWfR91xJH7uA6iyHCrpSmw0sMt40cKDWUFmuODRW29FNRcdycrIaP1Xqb&#10;h7+UZ/nh63fuvvfpUjmt398SNQIR6Br+xU/3wsT5nwk8nokXyM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QHJ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2033270</wp:posOffset>
                </wp:positionV>
                <wp:extent cx="2278380" cy="1151255"/>
                <wp:effectExtent l="0" t="0" r="0" b="0"/>
                <wp:wrapNone/>
                <wp:docPr id="172" name="文本框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1085" y="3174365"/>
                          <a:ext cx="2278380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5" w:firstLineChars="300"/>
                              <w:rPr>
                                <w:rFonts w:hint="default"/>
                                <w:b/>
                                <w:bCs/>
                                <w:color w:val="auto"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7pt;margin-top:160.1pt;height:90.65pt;width:179.4pt;z-index:251744256;mso-width-relative:page;mso-height-relative:page;" filled="f" stroked="f" coordsize="21600,21600" o:gfxdata="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NxVa1TcAAAACwEAAA8AAAAAAAAAAQAgAAAAIgAAAGRycy9kb3ducmV2Lnht&#10;bFBLAQIUABQAAAAIAIdO4kDarfEnLgIAACkEAAAOAAAAAAAAAAEAIAAAACs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205" w:firstLineChars="300"/>
                        <w:rPr>
                          <w:rFonts w:hint="default"/>
                          <w:b/>
                          <w:bCs/>
                          <w:color w:val="auto"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481965</wp:posOffset>
                </wp:positionV>
                <wp:extent cx="2188845" cy="8459470"/>
                <wp:effectExtent l="12700" t="14605" r="8255" b="14605"/>
                <wp:wrapNone/>
                <wp:docPr id="17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9470"/>
                          <a:chOff x="9127" y="2782"/>
                          <a:chExt cx="3447" cy="13022"/>
                        </a:xfrm>
                      </wpg:grpSpPr>
                      <wps:wsp>
                        <wps:cNvPr id="174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5" name="直接连接符 2"/>
                        <wps:cNvCnPr/>
                        <wps:spPr>
                          <a:xfrm>
                            <a:off x="9130" y="4720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0.2pt;margin-top:37.95pt;height:666.1pt;width:172.35pt;z-index:251741184;mso-width-relative:page;mso-height-relative:page;" coordorigin="9127,2782" coordsize="3447,13022" o:gfxdata="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L7uUmNwAAAAMAQAADwAAAAAAAAABACAAAAAiAAAAZHJz&#10;L2Rvd25yZXYueG1sUEsBAhQAFAAAAAgAh07iQDAQ8Y9WAwAARAsAAA4AAAAAAAAAAQAgAAAAKwEA&#10;AGRycy9lMm9Eb2MueG1sUEsFBgAAAAAGAAYAWQEAAPMGAAAAAA==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sOC3F7wAAADc&#10;AAAADwAAAGRycy9kb3ducmV2LnhtbEVPTWvCQBC9F/wPywje6iaiVaKrSFAQpYK2tB7H7JgEs7Mh&#10;uxr777uFgrd5vM+ZLR6mEndqXGlZQdyPQBBnVpecK/j8WL9OQDiPrLGyTAp+yMFi3nmZYaJtywe6&#10;H30uQgi7BBUU3teJlC4ryKDr25o4cBfbGPQBNrnUDbYh3FRyEEVv0mDJoaHAmtKCsuvxZhQsJW93&#10;cdpOxvv371H6tbL12Z6U6nXjaArC08M/xf/ujQ7zx0P4eyZcI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gtx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20;height:0;width:3435;" filled="f" stroked="t" coordsize="21600,21600" o:gfxdata="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O54XC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zbmE6b0AAADc&#10;AAAADwAAAGRycy9kb3ducmV2LnhtbEVPS2sCMRC+C/0PYYTeNLEFu64bpRSkLa3grh48DpvZB24m&#10;yyZV+++bguBtPr7nZOur7cSZBt861jCbKhDEpTMt1xoO+80kAeEDssHOMWn4JQ/r1cMow9S4C+d0&#10;LkItYgj7FDU0IfSplL5syKKfup44cpUbLIYIh1qaAS8x3HbySam5tNhybGiwp7eGylPxYzU8f233&#10;edglvMmrxfe7ez0mn8pp/TieqSWIQNdwF9/cHybOf5nD/zPxAr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uYTp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ovUhcrwAAADc&#10;AAAADwAAAGRycy9kb3ducmV2LnhtbEVPS2vCQBC+F/wPyxS86a4VNI2uIgVRsYUm9uBxyI5JaHY2&#10;ZNfXv3cLQm/z8T1nvrzZRlyo87VjDaOhAkFcOFNzqeHnsB4kIHxANtg4Jg138rBc9F7mmBp35Ywu&#10;eShFDGGfooYqhDaV0hcVWfRD1xJH7uQ6iyHCrpSmw2sMt418U2oiLdYcGyps6aOi4jc/Ww3j/dch&#10;C98Jr7PT++fGrY7JTjmt+68jNQMR6Bb+xU/31sT50yn8PRMv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1IX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8252460</wp:posOffset>
                </wp:positionV>
                <wp:extent cx="1952625" cy="571500"/>
                <wp:effectExtent l="0" t="0" r="13335" b="7620"/>
                <wp:wrapNone/>
                <wp:docPr id="178" name="文本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4pt;margin-top:649.8pt;height:45pt;width:153.75pt;z-index:251757568;mso-width-relative:page;mso-height-relative:page;" fillcolor="#FFFFFF [3201]" filled="t" stroked="f" coordsize="21600,21600" o:gfxdata="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Hw+PnXAAAADQEAAA8AAAAAAAAAAQAgAAAAIgAAAGRycy9kb3ducmV2&#10;LnhtbFBLAQIUABQAAAAIAIdO4kC6ONOkNgIAAEUEAAAOAAAAAAAAAAEAIAAAACY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8281035</wp:posOffset>
                </wp:positionV>
                <wp:extent cx="1952625" cy="571500"/>
                <wp:effectExtent l="0" t="0" r="13335" b="7620"/>
                <wp:wrapNone/>
                <wp:docPr id="179" name="文本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652.05pt;height:45pt;width:153.75pt;z-index:251756544;mso-width-relative:page;mso-height-relative:page;" fillcolor="#FFFFFF [3201]" filled="t" stroked="f" coordsize="21600,21600" o:gfxdata="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rJ589YAAAANAQAADwAAAAAAAAABACAAAAAiAAAAZHJzL2Rvd25yZXYu&#10;eG1sUEsBAhQAFAAAAAgAh07iQMzzMgI2AgAARQQAAA4AAAAAAAAAAQAgAAAAJQ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-782320</wp:posOffset>
                </wp:positionH>
                <wp:positionV relativeFrom="paragraph">
                  <wp:posOffset>8271510</wp:posOffset>
                </wp:positionV>
                <wp:extent cx="1952625" cy="571500"/>
                <wp:effectExtent l="0" t="0" r="13335" b="7620"/>
                <wp:wrapNone/>
                <wp:docPr id="180" name="文本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0680" y="918591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6pt;margin-top:651.3pt;height:45pt;width:153.75pt;z-index:251755520;mso-width-relative:page;mso-height-relative:page;" fillcolor="#FFFFFF [3201]" filled="t" stroked="f" coordsize="21600,21600" o:gfxdata="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oTELdcAAAAOAQAADwAAAAAAAAABACAAAAAiAAAA&#10;ZHJzL2Rvd25yZXYueG1sUEsBAhQAFAAAAAgAh07iQLnmFgZBAgAAUAQAAA4AAAAAAAAAAQAgAAAA&#10;Jg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3175" b="5715"/>
                <wp:wrapNone/>
                <wp:docPr id="181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55pt;margin-top:149.85pt;height:72.75pt;width:128.15pt;z-index:251754496;mso-width-relative:page;mso-height-relative:page;" fillcolor="#FFFFFF [3201]" filled="t" stroked="f" coordsize="21600,21600" o:gfxdata="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xurun1gAAAAsBAAAPAAAAAAAAAAEAIAAAACIAAABkcnMvZG93bnJldi54&#10;bWxQSwECFAAUAAAACACHTuJAVaEXxzUCAABFBAAADgAAAAAAAAABACAAAAAl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2830830</wp:posOffset>
                </wp:positionV>
                <wp:extent cx="988060" cy="4817110"/>
                <wp:effectExtent l="0" t="0" r="0" b="0"/>
                <wp:wrapNone/>
                <wp:docPr id="182" name="文本框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7pt;margin-top:222.9pt;height:379.3pt;width:77.8pt;z-index:251753472;mso-width-relative:page;mso-height-relative:page;" filled="f" stroked="f" coordsize="21600,21600" o:gfxdata="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rl2NA2gAAAAwBAAAPAAAAAAAAAAEAIAAAACIAAABkcnMvZG93bnJldi54bWxQSwECFAAUAAAA&#10;CACHTuJAoxHT2CUCAAAe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3175" b="5715"/>
                <wp:wrapNone/>
                <wp:docPr id="183" name="文本框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pt;margin-top:149.85pt;height:72.75pt;width:128.15pt;z-index:251752448;mso-width-relative:page;mso-height-relative:page;" fillcolor="#FFFFFF [3201]" filled="t" stroked="f" coordsize="21600,21600" o:gfxdata="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lo1QHXAAAACwEAAA8AAAAAAAAAAQAgAAAAIgAAAGRycy9kb3ducmV2&#10;LnhtbFBLAQIUABQAAAAIAIdO4kD4MaVRNgIAAEUEAAAOAAAAAAAAAAEAIAAAACY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2935605</wp:posOffset>
                </wp:positionV>
                <wp:extent cx="988060" cy="4817110"/>
                <wp:effectExtent l="0" t="0" r="0" b="0"/>
                <wp:wrapNone/>
                <wp:docPr id="184" name="文本框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7pt;margin-top:231.15pt;height:379.3pt;width:77.8pt;z-index:251751424;mso-width-relative:page;mso-height-relative:page;" filled="f" stroked="f" coordsize="21600,21600" o:gfxdata="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BXbV82gAAAAwBAAAPAAAAAAAAAAEAIAAAACIAAABkcnMvZG93bnJldi54bWxQSwECFAAUAAAA&#10;CACHTuJA6j70DSUCAAAe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7788275</wp:posOffset>
                </wp:positionV>
                <wp:extent cx="1510030" cy="400050"/>
                <wp:effectExtent l="0" t="0" r="0" b="0"/>
                <wp:wrapNone/>
                <wp:docPr id="185" name="文本框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档案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45pt;margin-top:613.25pt;height:31.5pt;width:118.9pt;z-index:251746304;mso-width-relative:page;mso-height-relative:page;" filled="f" stroked="f" coordsize="21600,21600" o:gfxdata="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WHe5mt0AAAANAQAADwAAAAAAAAABACAAAAAiAAAAZHJzL2Rvd25yZXYueG1sUEsBAhQAFAAAAAgA&#10;h07iQIM34EIgAgAAHA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档案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7738745</wp:posOffset>
                </wp:positionV>
                <wp:extent cx="1347470" cy="400050"/>
                <wp:effectExtent l="0" t="0" r="0" b="0"/>
                <wp:wrapNone/>
                <wp:docPr id="186" name="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609.35pt;height:31.5pt;width:106.1pt;z-index:251749376;mso-width-relative:page;mso-height-relative:page;" filled="f" stroked="f" coordsize="21600,21600" o:gfxdata="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O&#10;DX5k3AAAAA0BAAAPAAAAAAAAAAEAIAAAACIAAABkcnMvZG93bnJldi54bWxQSwECFAAUAAAACACH&#10;TuJA/oFQ5SACAAAc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7748270</wp:posOffset>
                </wp:positionV>
                <wp:extent cx="1347470" cy="400050"/>
                <wp:effectExtent l="0" t="0" r="0" b="0"/>
                <wp:wrapNone/>
                <wp:docPr id="187" name="文本框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1pt;margin-top:610.1pt;height:31.5pt;width:106.1pt;z-index:251750400;mso-width-relative:page;mso-height-relative:page;" filled="f" stroked="f" coordsize="21600,21600" o:gfxdata="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bG&#10;K8bbAAAADQEAAA8AAAAAAAAAAQAgAAAAIgAAAGRycy9kb3ducmV2LnhtbFBLAQIUABQAAAAIAIdO&#10;4kBsZm92IAIAABw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1941195</wp:posOffset>
                </wp:positionV>
                <wp:extent cx="1627505" cy="923925"/>
                <wp:effectExtent l="0" t="0" r="3175" b="5715"/>
                <wp:wrapNone/>
                <wp:docPr id="188" name="文本框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341757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45pt;margin-top:152.85pt;height:72.75pt;width:128.15pt;z-index:251747328;mso-width-relative:page;mso-height-relative:page;" fillcolor="#FFFFFF [3201]" filled="t" stroked="f" coordsize="21600,21600" o:gfxdata="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hnHCh2AAAAAwBAAAPAAAAAAAAAAEAIAAAACIAAABk&#10;cnMvZG93bnJldi54bWxQSwECFAAUAAAACACHTuJAniaJyT8CAABRBAAADgAAAAAAAAABACAAAAAn&#10;AQAAZHJzL2Uyb0RvYy54bWxQSwUGAAAAAAYABgBZAQAA2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-854710</wp:posOffset>
                </wp:positionH>
                <wp:positionV relativeFrom="paragraph">
                  <wp:posOffset>3040380</wp:posOffset>
                </wp:positionV>
                <wp:extent cx="988060" cy="4817110"/>
                <wp:effectExtent l="0" t="0" r="0" b="0"/>
                <wp:wrapNone/>
                <wp:docPr id="189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870" y="321564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3pt;margin-top:239.4pt;height:379.3pt;width:77.8pt;z-index:251745280;mso-width-relative:page;mso-height-relative:page;" filled="f" stroked="f" coordsize="21600,21600" o:gfxdata="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+n8ex9sAAAAMAQAADwAAAAAAAAABACAAAAAiAAAAZHJzL2Rvd25yZXYueG1s&#10;UEsBAhQAFAAAAAgAh07iQMOv8FkuAgAAKQQAAA4AAAAAAAAAAQAgAAAAKg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none"/>
          <w:lang w:val="en-US" w:eastAsia="zh-CN"/>
        </w:rPr>
        <w:t>粘贴于档案盒左侧</w:t>
      </w:r>
    </w:p>
    <w:p>
      <w:pP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highlight w:val="none"/>
          <w:lang w:val="en-US" w:eastAsia="zh-CN"/>
        </w:rPr>
        <w:t>二、认定的档案盒标签模板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u w:val="none"/>
          <w:lang w:val="en-US"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1"/>
          <w:u w:val="non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514985</wp:posOffset>
                </wp:positionV>
                <wp:extent cx="7192010" cy="6419215"/>
                <wp:effectExtent l="12065" t="14605" r="4445" b="1270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2010" cy="6419215"/>
                          <a:chOff x="8097" y="19445"/>
                          <a:chExt cx="11326" cy="10109"/>
                        </a:xfrm>
                      </wpg:grpSpPr>
                      <wps:wsp>
                        <wps:cNvPr id="92" name="文本框 19"/>
                        <wps:cNvSpPr txBox="1"/>
                        <wps:spPr>
                          <a:xfrm>
                            <a:off x="8101" y="19445"/>
                            <a:ext cx="11081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  <w:br w:type="textWrapping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3" name="文本框 23"/>
                        <wps:cNvSpPr txBox="1"/>
                        <wps:spPr>
                          <a:xfrm>
                            <a:off x="17207" y="19564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4" name="文本框 24"/>
                        <wps:cNvSpPr txBox="1"/>
                        <wps:spPr>
                          <a:xfrm>
                            <a:off x="8161" y="22820"/>
                            <a:ext cx="11049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5" name="文本框 26"/>
                        <wps:cNvSpPr txBox="1"/>
                        <wps:spPr>
                          <a:xfrm>
                            <a:off x="17245" y="22955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6" name="文本框 27"/>
                        <wps:cNvSpPr txBox="1"/>
                        <wps:spPr>
                          <a:xfrm>
                            <a:off x="8176" y="26060"/>
                            <a:ext cx="11082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7" name="文本框 41"/>
                        <wps:cNvSpPr txBox="1"/>
                        <wps:spPr>
                          <a:xfrm>
                            <a:off x="17257" y="26223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8" name="文本框 50"/>
                        <wps:cNvSpPr txBox="1"/>
                        <wps:spPr>
                          <a:xfrm>
                            <a:off x="8160" y="28744"/>
                            <a:ext cx="11263" cy="8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备注：标签的长宽可根据档案盒大小进行调节，但需包含模板中所列信息类别。档案盒编号中第1个数字表示共几盒，第2个数字表示第几盒。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9" name="文本框 54"/>
                        <wps:cNvSpPr txBox="1"/>
                        <wps:spPr>
                          <a:xfrm>
                            <a:off x="8097" y="23462"/>
                            <a:ext cx="9141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姓名 认定 助工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0" name="文本框 22"/>
                        <wps:cNvSpPr txBox="1"/>
                        <wps:spPr>
                          <a:xfrm>
                            <a:off x="8199" y="20027"/>
                            <a:ext cx="9075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姓名 认定 助工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1" name="文本框 25"/>
                        <wps:cNvSpPr txBox="1"/>
                        <wps:spPr>
                          <a:xfrm>
                            <a:off x="8150" y="26689"/>
                            <a:ext cx="9108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姓名 认定 助工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1pt;margin-top:40.55pt;height:505.45pt;width:566.3pt;z-index:251713536;mso-width-relative:page;mso-height-relative:page;" coordorigin="8097,19445" coordsize="11326,10109" o:gfxdata="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AAA&#10;AABkcnMvUEsBAhQAFAAAAAgAh07iQCVHak7bAAAADAEAAA8AAAAAAAAAAQAgAAAAIgAAAGRycy9k&#10;b3ducmV2LnhtbFBLAQIUABQAAAAIAIdO4kBYJt0cOQQAAM0eAAAOAAAAAAAAAAEAIAAAACoBAABk&#10;cnMvZTJvRG9jLnhtbFBLBQYAAAAABgAGAFkBAADVBwAAAAA=&#10;">
                <o:lock v:ext="edit" aspectratio="f"/>
                <v:shape id="文本框 19" o:spid="_x0000_s1026" o:spt="202" type="#_x0000_t202" style="position:absolute;left:8101;top:19445;height:2402;width:11081;" fillcolor="#FFFFFF [3201]" filled="t" stroked="t" coordsize="21600,21600" o:gfxdata="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0L0zb4A&#10;AADbAAAADwAAAAAAAAABACAAAAAiAAAAZHJzL2Rvd25yZXYueG1sUEsBAhQAFAAAAAgAh07iQDMv&#10;BZ47AAAAOQAAABAAAAAAAAAAAQAgAAAADQEAAGRycy9zaGFwZXhtbC54bWxQSwUGAAAAAAYABgBb&#10;AQAAtwMAAAAA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  <w:br w:type="textWrapping"/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17207;top:19564;height:2100;width:1860;" fillcolor="#FFFFFF [3201]" filled="t" stroked="t" coordsize="21600,21600" o:gfxdata="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DlFW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文本框 24" o:spid="_x0000_s1026" o:spt="202" type="#_x0000_t202" style="position:absolute;left:8161;top:22820;height:2402;width:11049;" fillcolor="#FFFFFF [3201]" filled="t" stroked="t" coordsize="21600,21600" o:gfxdata="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58ki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26" o:spid="_x0000_s1026" o:spt="202" type="#_x0000_t202" style="position:absolute;left:17245;top:22955;height:2100;width:1860;" fillcolor="#FFFFFF [3201]" filled="t" stroked="t" coordsize="21600,21600" o:gfxdata="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q2y5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文本框 27" o:spid="_x0000_s1026" o:spt="202" type="#_x0000_t202" style="position:absolute;left:8176;top:26060;height:2402;width:11082;" fillcolor="#FFFFFF [3201]" filled="t" stroked="t" coordsize="21600,21600" o:gfxdata="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Hnyzr4A&#10;AADbAAAADwAAAAAAAAABACAAAAAiAAAAZHJzL2Rvd25yZXYueG1sUEsBAhQAFAAAAAgAh07iQDMv&#10;BZ47AAAAOQAAABAAAAAAAAAAAQAgAAAADQEAAGRycy9zaGFwZXhtbC54bWxQSwUGAAAAAAYABgBb&#10;AQAAtwMAAAAA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41" o:spid="_x0000_s1026" o:spt="202" type="#_x0000_t202" style="position:absolute;left:17257;top:26223;height:2100;width:1860;" fillcolor="#FFFFFF [3201]" filled="t" stroked="t" coordsize="21600,21600" o:gfxdata="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NVdV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文本框 50" o:spid="_x0000_s1026" o:spt="202" type="#_x0000_t202" style="position:absolute;left:8160;top:28744;height:810;width:11263;" fillcolor="#FFFFFF [3201]" filled="t" stroked="f" coordsize="21600,21600" o:gfxdata="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oFaXq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备注：标签的长宽可根据档案盒大小进行调节，但需包含模板中所列信息类别。档案盒编号中第1个数字表示共几盒，第2个数字表示第几盒。</w:t>
                        </w:r>
                      </w:p>
                    </w:txbxContent>
                  </v:textbox>
                </v:shape>
                <v:shape id="文本框 54" o:spid="_x0000_s1026" o:spt="202" type="#_x0000_t202" style="position:absolute;left:8097;top:23462;height:1214;width:9141;" filled="f" stroked="f" coordsize="21600,21600" o:gfxdata="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N40e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姓名 认定 助工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3-2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8199;top:20027;height:1214;width:9075;" filled="f" stroked="f" coordsize="21600,21600" o:gfxdata="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yg2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姓名 认定 助工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3-1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8150;top:26689;height:1214;width:9108;" filled="f" stroked="f" coordsize="21600,21600" o:gfxdata="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GqBW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姓名 认定 助工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1"/>
          <w:u w:val="none"/>
          <w:lang w:eastAsia="zh-CN"/>
        </w:rPr>
        <w:t>（一）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none"/>
          <w:lang w:val="en-US" w:eastAsia="zh-CN"/>
        </w:rPr>
        <w:t>粘贴于档案盒上侧和下侧</w:t>
      </w: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5067935</wp:posOffset>
                </wp:positionH>
                <wp:positionV relativeFrom="paragraph">
                  <wp:posOffset>3133725</wp:posOffset>
                </wp:positionV>
                <wp:extent cx="970280" cy="4054475"/>
                <wp:effectExtent l="0" t="0" r="5080" b="14605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05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认定助工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05pt;margin-top:246.75pt;height:319.25pt;width:76.4pt;z-index:251739136;mso-width-relative:page;mso-height-relative:page;" fillcolor="#FFFFFF [3201]" filled="t" stroked="f" coordsize="21600,21600" o:gfxdata="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sqGJfXAAAADAEAAA8AAAAAAAAAAQAgAAAAIgAAAGRycy9kb3ducmV2Lnht&#10;bFBLAQIUABQAAAAIAIdO4kDJM2RJMwIAAEUEAAAOAAAAAAAAAAEAIAAAACY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认定助工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3203575</wp:posOffset>
                </wp:positionV>
                <wp:extent cx="970280" cy="4054475"/>
                <wp:effectExtent l="0" t="0" r="5080" b="1460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05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认定助工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7pt;margin-top:252.25pt;height:319.25pt;width:76.4pt;z-index:251738112;mso-width-relative:page;mso-height-relative:page;" fillcolor="#FFFFFF [3201]" filled="t" stroked="f" coordsize="21600,21600" o:gfxdata="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h2cM61wAAAAwBAAAPAAAAAAAAAAEAIAAAACIAAABkcnMvZG93bnJldi54&#10;bWxQSwECFAAUAAAACACHTuJAv/iF7zQCAABFBAAADgAAAAAAAAABACAAAAAm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认定助工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3233420</wp:posOffset>
                </wp:positionV>
                <wp:extent cx="970280" cy="4054475"/>
                <wp:effectExtent l="0" t="0" r="5080" b="1460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655" y="4215765"/>
                          <a:ext cx="970280" cy="405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认定助工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2pt;margin-top:254.6pt;height:319.25pt;width:76.4pt;z-index:251722752;mso-width-relative:page;mso-height-relative:page;" fillcolor="#FFFFFF [3201]" filled="t" stroked="f" coordsize="21600,21600" o:gfxdata="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SLbryNUAAAALAQAADwAAAAAAAAABACAAAAAiAAAA&#10;ZHJzL2Rvd25yZXYueG1sUEsBAhQAFAAAAAgAh07iQKHGngFDAgAAUQQAAA4AAAAAAAAAAQAgAAAA&#10;JA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认定助工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-734695</wp:posOffset>
                </wp:positionV>
                <wp:extent cx="1090295" cy="476250"/>
                <wp:effectExtent l="4445" t="4445" r="17780" b="6985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3200" y="179705"/>
                          <a:ext cx="109029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pt;margin-top:-57.85pt;height:37.5pt;width:85.85pt;z-index:251737088;mso-width-relative:page;mso-height-relative:page;" fillcolor="#FFFFFF [3201]" filled="t" stroked="t" coordsize="21600,21600" o:gfxdata="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2PJ/0NkAAAAMAQAADwAAAAAAAAABACAAAAAiAAAA&#10;ZHJzL2Rvd25yZXYueG1sUEsBAhQAFAAAAAgAh07iQLRudvs/AgAAeAQAAA4AAAAAAAAAAQAgAAAA&#10;KAEAAGRycy9lMm9Eb2MueG1sUEsFBgAAAAAGAAYAWQEAANk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572770</wp:posOffset>
                </wp:positionV>
                <wp:extent cx="2000250" cy="1076325"/>
                <wp:effectExtent l="0" t="0" r="11430" b="5715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8pt;margin-top:45.1pt;height:84.75pt;width:157.5pt;z-index:251736064;mso-width-relative:page;mso-height-relative:page;" fillcolor="#FFFFFF [3201]" filled="t" stroked="f" coordsize="21600,21600" o:gfxdata="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QODjNUAAAAKAQAADwAAAAAAAAABACAAAAAiAAAAZHJzL2Rvd25yZXYueG1s&#10;UEsBAhQAFAAAAAgAh07iQLnG1540AgAARg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483870</wp:posOffset>
                </wp:positionV>
                <wp:extent cx="2188845" cy="8449945"/>
                <wp:effectExtent l="12700" t="14605" r="8255" b="24130"/>
                <wp:wrapNone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49945"/>
                          <a:chOff x="9127" y="2782"/>
                          <a:chExt cx="3447" cy="13022"/>
                        </a:xfrm>
                      </wpg:grpSpPr>
                      <wps:wsp>
                        <wps:cNvPr id="108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9" name="直接连接符 2"/>
                        <wps:cNvCnPr/>
                        <wps:spPr>
                          <a:xfrm>
                            <a:off x="9130" y="4706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8pt;margin-top:38.1pt;height:665.35pt;width:172.35pt;z-index:251716608;mso-width-relative:page;mso-height-relative:page;" coordorigin="9127,2782" coordsize="3447,13022" o:gfxdata="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Bzo/P63AAAAAsBAAAPAAAAAAAAAAEAIAAAACIA&#10;AABkcnMvZG93bnJldi54bWxQSwECFAAUAAAACACHTuJAhWDKy1sDAABECwAADgAAAAAAAAABACAA&#10;AAArAQAAZHJzL2Uyb0RvYy54bWxQSwUGAAAAAAYABgBZAQAA+AY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aavOb8AAAADc&#10;AAAADwAAAGRycy9kb3ducmV2LnhtbEWPQWvCQBCF7wX/wzJCb3U3hVZJXUVCBbFYqC1tj9PsNAlm&#10;Z0N2NfrvOwehtxnem/e+mS/PvlUn6mMT2EI2MaCIy+Aarix8vK/vZqBiQnbYBiYLF4qwXIxu5pi7&#10;MPAbnfapUhLCMUcLdUpdrnUsa/IYJ6EjFu039B6TrH2lXY+DhPtW3xvzqD02LA01dlTUVB72R29h&#10;pXn7khXDbPq6+3ooPp9D9xO+rb0dZ+YJVKJz+jdfrzdO8I3QyjMygV7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q85v&#10;wAAAANwAAAAPAAAAAAAAAAEAIAAAACIAAABkcnMvZG93bnJldi54bWxQSwECFAAUAAAACACHTuJA&#10;My8FnjsAAAA5AAAAEAAAAAAAAAABACAAAAAPAQAAZHJzL3NoYXBleG1sLnhtbFBLBQYAAAAABgAG&#10;AFsBAAC5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06;height:0;width:3435;" filled="f" stroked="t" coordsize="21600,21600" o:gfxdata="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vKYCLUAAADc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8MNcpr8AAADc&#10;AAAADwAAAGRycy9kb3ducmV2LnhtbEWPQWvCQBCF74L/YRmhN92NhZJGVymCtKUVjPbgcciOSWh2&#10;NmS3av9951DwNsN78943y/XNd+pCQ2wDW8hmBhRxFVzLtYWv43aag4oJ2WEXmCz8UoT1ajxaYuHC&#10;lUu6HFKtJIRjgRaalPpC61g15DHOQk8s2jkMHpOsQ63dgFcJ952eG/OkPbYsDQ32tGmo+j78eAuP&#10;H7tjmfY5b8vz8+dreDnl7yZY+zDJzAJUolu6m/+v35zgZ4Ivz8gEev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DXKa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n4/5PbwAAADc&#10;AAAADwAAAGRycy9kb3ducmV2LnhtbEVPS2vCQBC+F/oflin0VnfTQonRjUhB2lIFEz14HLKTB2Zn&#10;Q3ar9t93BcHbfHzPmS8uthcnGn3nWEMyUSCIK2c6bjTsd6uXFIQPyAZ7x6Thjzws8seHOWbGnbmg&#10;UxkaEUPYZ6ihDWHIpPRVSxb9xA3EkavdaDFEODbSjHiO4baXr0q9S4sdx4YWB/poqTqWv1bD289m&#10;V4Rtyquinq4/3fKQfiun9fNTomYgAl3CXXxzf5k4P0ng+ky8QO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+P+T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591820</wp:posOffset>
                </wp:positionV>
                <wp:extent cx="2133600" cy="1076325"/>
                <wp:effectExtent l="0" t="0" r="0" b="5715"/>
                <wp:wrapNone/>
                <wp:docPr id="112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05pt;margin-top:46.6pt;height:84.75pt;width:168pt;z-index:251735040;mso-width-relative:page;mso-height-relative:page;" fillcolor="#FFFFFF [3201]" filled="t" stroked="f" coordsize="21600,21600" o:gfxdata="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QgCB3WAAAACgEAAA8AAAAAAAAAAQAgAAAAIgAAAGRycy9kb3ducmV2Lnht&#10;bFBLAQIUABQAAAAIAIdO4kCNCcwvNAIAAEYEAAAOAAAAAAAAAAEAIAAAACU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572770</wp:posOffset>
                </wp:positionV>
                <wp:extent cx="2133600" cy="1076325"/>
                <wp:effectExtent l="0" t="0" r="0" b="5715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560" y="148717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45.1pt;height:84.75pt;width:168pt;z-index:251734016;mso-width-relative:page;mso-height-relative:page;" fillcolor="#FFFFFF [3201]" filled="t" stroked="f" coordsize="21600,21600" o:gfxdata="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9njNcNcAAAALAQAADwAAAAAAAAABACAAAAAiAAAAZHJz&#10;L2Rvd25yZXYueG1sUEsBAhQAFAAAAAgAh07iQDvZmCo+AgAAUQQAAA4AAAAAAAAAAQAgAAAAJg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-777240</wp:posOffset>
                </wp:positionH>
                <wp:positionV relativeFrom="paragraph">
                  <wp:posOffset>9100185</wp:posOffset>
                </wp:positionV>
                <wp:extent cx="6952615" cy="609600"/>
                <wp:effectExtent l="0" t="0" r="12065" b="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760" y="10014585"/>
                          <a:ext cx="695261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备注：标签的长宽可根据档案盒大小进行调节，但需包含模板中所列信息类别。档案盒编号中第1个数字表示共几盒，第2个数字表示第几盒。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2pt;margin-top:716.55pt;height:48pt;width:547.45pt;z-index:251732992;mso-width-relative:page;mso-height-relative:page;" fillcolor="#FFFFFF [3201]" filled="t" stroked="f" coordsize="21600,21600" o:gfxdata="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cM1OWNgAAAAOAQAADwAAAAAAAAABACAAAAAi&#10;AAAAZHJzL2Rvd25yZXYueG1sUEsBAhQAFAAAAAgAh07iQKB8dytDAgAAUQQAAA4AAAAAAAAAAQAg&#10;AAAAJw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备注：标签的长宽可根据档案盒大小进行调节，但需包含模板中所列信息类别。档案盒编号中第1个数字表示共几盒，第2个数字表示第几盒。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480695</wp:posOffset>
                </wp:positionV>
                <wp:extent cx="2188845" cy="8458835"/>
                <wp:effectExtent l="12700" t="13970" r="8255" b="15875"/>
                <wp:wrapNone/>
                <wp:docPr id="115" name="组合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8835"/>
                          <a:chOff x="9127" y="2782"/>
                          <a:chExt cx="3447" cy="13022"/>
                        </a:xfrm>
                      </wpg:grpSpPr>
                      <wps:wsp>
                        <wps:cNvPr id="116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7" name="直接连接符 2"/>
                        <wps:cNvCnPr/>
                        <wps:spPr>
                          <a:xfrm>
                            <a:off x="9130" y="4692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85pt;margin-top:37.85pt;height:666.05pt;width:172.35pt;z-index:251717632;mso-width-relative:page;mso-height-relative:page;" coordorigin="9127,2782" coordsize="3447,13022" o:gfxdata="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B6kNnO2wAAAAsBAAAPAAAAAAAAAAEAIAAAACIA&#10;AABkcnMvZG93bnJldi54bWxQSwECFAAUAAAACACHTuJA0nrVVFwDAABECwAADgAAAAAAAAABACAA&#10;AAAqAQAAZHJzL2Uyb0RvYy54bWxQSwUGAAAAAAYABgBZAQAA+AY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8qFpW7wAAADc&#10;AAAADwAAAGRycy9kb3ducmV2LnhtbEVPTWvCQBC9F/wPywje6iaCNkRXkaAglhaqoh7H7JgEs7Mh&#10;uxr777uFQm/zeJ8zWzxNLR7UusqygngYgSDOra64UHDYr18TEM4ja6wtk4JvcrCY915mmGrb8Rc9&#10;dr4QIYRdigpK75tUSpeXZNANbUMcuKttDfoA20LqFrsQbmo5iqKJNFhxaCixoayk/La7GwVLydv3&#10;OOuSt8+P0zg7rmxzsWelBv04moLw9PT/4j/3Rof58QR+nwkXy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haV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692;height:0;width:3435;" filled="f" stroked="t" coordsize="21600,21600" o:gfxdata="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H4Pzy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DrVQoL8AAADc&#10;AAAADwAAAGRycy9kb3ducmV2LnhtbEWPQWvCQBCF74L/YRmhN92NhZJGVymCtKUVjPbgcciOSWh2&#10;NmS3av9951DwNsN78943y/XNd+pCQ2wDW8hmBhRxFVzLtYWv43aag4oJ2WEXmCz8UoT1ajxaYuHC&#10;lUu6HFKtJIRjgRaalPpC61g15DHOQk8s2jkMHpOsQ63dgFcJ952eG/OkPbYsDQ32tGmo+j78eAuP&#10;H7tjmfY5b8vz8+dreDnl7yZY+zDJzAJUolu6m/+v35zgZ0Irz8gEev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61UKC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Yfn1O70AAADc&#10;AAAADwAAAGRycy9kb3ducmV2LnhtbEVPS2vCQBC+F/oflil4a3bTQonRTZCCWGmFRnvwOGTHJJid&#10;Ddn10X/fLQje5uN7zry82l6cafSdYw1pokAQ18503Gj42S2fMxA+IBvsHZOGX/JQFo8Pc8yNu3BF&#10;521oRAxhn6OGNoQhl9LXLVn0iRuII3dwo8UQ4dhIM+Ilhttevij1Ji12HBtaHOi9pfq4PVkNr5+b&#10;XRW+M15Wh+nXyi322Vo5rSdPqZqBCHQNd/HN/WHi/HQK/8/EC2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+fU7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2033270</wp:posOffset>
                </wp:positionV>
                <wp:extent cx="2278380" cy="1151255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1085" y="3174365"/>
                          <a:ext cx="2278380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5" w:firstLineChars="300"/>
                              <w:rPr>
                                <w:rFonts w:hint="default"/>
                                <w:b/>
                                <w:bCs/>
                                <w:color w:val="auto"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7pt;margin-top:160.1pt;height:90.65pt;width:179.4pt;z-index:251718656;mso-width-relative:page;mso-height-relative:page;" filled="f" stroked="f" coordsize="21600,21600" o:gfxdata="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3FVrVNwAAAALAQAADwAAAAAAAAABACAAAAAiAAAAZHJzL2Rvd25yZXYueG1s&#10;UEsBAhQAFAAAAAgAh07iQOGWPM0tAgAAKQQAAA4AAAAAAAAAAQAgAAAAKw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205" w:firstLineChars="300"/>
                        <w:rPr>
                          <w:rFonts w:hint="default"/>
                          <w:b/>
                          <w:bCs/>
                          <w:color w:val="auto"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481965</wp:posOffset>
                </wp:positionV>
                <wp:extent cx="2188845" cy="8459470"/>
                <wp:effectExtent l="12700" t="14605" r="8255" b="14605"/>
                <wp:wrapNone/>
                <wp:docPr id="121" name="组合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9470"/>
                          <a:chOff x="9127" y="2782"/>
                          <a:chExt cx="3447" cy="13022"/>
                        </a:xfrm>
                      </wpg:grpSpPr>
                      <wps:wsp>
                        <wps:cNvPr id="122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3" name="直接连接符 2"/>
                        <wps:cNvCnPr/>
                        <wps:spPr>
                          <a:xfrm>
                            <a:off x="9130" y="4720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0.2pt;margin-top:37.95pt;height:666.1pt;width:172.35pt;z-index:251715584;mso-width-relative:page;mso-height-relative:page;" coordorigin="9127,2782" coordsize="3447,13022" o:gfxdata="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C+7lJjcAAAADAEAAA8AAAAAAAAAAQAgAAAAIgAAAGRycy9k&#10;b3ducmV2LnhtbFBLAQIUABQAAAAIAIdO4kAgDyPAVAMAAEQLAAAOAAAAAAAAAAEAIAAAACsBAABk&#10;cnMvZTJvRG9jLnhtbFBLBQYAAAAABgAGAFkBAADxBgAAAAA=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Q/al5b0AAADc&#10;AAAADwAAAGRycy9kb3ducmV2LnhtbEVP22rCQBB9F/yHZYS+6SYBq6SuQUIL0tKCF9o+jtkxCWZn&#10;Q3ab2L/vFgTf5nCus8quphE9da62rCCeRSCIC6trLhUcDy/TJQjnkTU2lknBLznI1uPRClNtB95R&#10;v/elCCHsUlRQed+mUrqiIoNuZlviwJ1tZ9AH2JVSdziEcNPIJIoepcGaQ0OFLeUVFZf9j1Gwkfz6&#10;FufDcvHx/jXPP59te7LfSj1M4ugJhKerv4tv7q0O85ME/p8JF8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9qXlvQAA&#10;ANw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20;height:0;width:3435;" filled="f" stroked="t" coordsize="21600,21600" o:gfxdata="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Cv84K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QZSQGLwAAADc&#10;AAAADwAAAGRycy9kb3ducmV2LnhtbEVPS2sCMRC+F/ofwgi91URbZF03SilIW1Rw1YPHYTP7wM1k&#10;2aQ+/r0RCr3Nx/ecbHG1rThT7xvHGkZDBYK4cKbhSsNhv3xNQPiAbLB1TBpu5GExf37KMDXuwjmd&#10;d6ESMYR9ihrqELpUSl/UZNEPXUccudL1FkOEfSVNj5cYbls5VmoiLTYcG2rs6LOm4rT7tRreVpt9&#10;HrYJL/Nyuv5yH8fkRzmtXwYjNQMR6Br+xX/ubxPnj9/h8Uy8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UkBi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Ltg1g7wAAADc&#10;AAAADwAAAGRycy9kb3ducmV2LnhtbEVPS2sCMRC+F/ofwgi91URLZV03SilIW1Rw1YPHYTP7wM1k&#10;2aQ+/r0RCr3Nx/ecbHG1rThT7xvHGkZDBYK4cKbhSsNhv3xNQPiAbLB1TBpu5GExf37KMDXuwjmd&#10;d6ESMYR9ihrqELpUSl/UZNEPXUccudL1FkOEfSVNj5cYbls5VmoiLTYcG2rs6LOm4rT7tRreVpt9&#10;HrYJL/Nyuv5yH8fkRzmtXwYjNQMR6Br+xX/ubxPnj9/h8Uy8Q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7YNYO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8252460</wp:posOffset>
                </wp:positionV>
                <wp:extent cx="1952625" cy="571500"/>
                <wp:effectExtent l="0" t="0" r="13335" b="762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4pt;margin-top:649.8pt;height:45pt;width:153.75pt;z-index:251731968;mso-width-relative:page;mso-height-relative:page;" fillcolor="#FFFFFF [3201]" filled="t" stroked="f" coordsize="21600,21600" o:gfxdata="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R8Pj51wAAAA0BAAAPAAAAAAAAAAEAIAAAACIAAABkcnMvZG93bnJl&#10;di54bWxQSwECFAAUAAAACACHTuJAci9/wDcCAABFBAAADgAAAAAAAAABACAAAAAmAQAAZHJzL2Uy&#10;b0RvYy54bWxQSwUGAAAAAAYABgBZAQAAz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8281035</wp:posOffset>
                </wp:positionV>
                <wp:extent cx="1952625" cy="571500"/>
                <wp:effectExtent l="0" t="0" r="13335" b="762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652.05pt;height:45pt;width:153.75pt;z-index:251730944;mso-width-relative:page;mso-height-relative:page;" fillcolor="#FFFFFF [3201]" filled="t" stroked="f" coordsize="21600,21600" o:gfxdata="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rJ589YAAAANAQAADwAAAAAAAAABACAAAAAiAAAAZHJzL2Rvd25yZXYu&#10;eG1sUEsBAhQAFAAAAAgAh07iQATknmY2AgAARQQAAA4AAAAAAAAAAQAgAAAAJQ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-782320</wp:posOffset>
                </wp:positionH>
                <wp:positionV relativeFrom="paragraph">
                  <wp:posOffset>8271510</wp:posOffset>
                </wp:positionV>
                <wp:extent cx="1952625" cy="571500"/>
                <wp:effectExtent l="0" t="0" r="13335" b="762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0680" y="918591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6pt;margin-top:651.3pt;height:45pt;width:153.75pt;z-index:251729920;mso-width-relative:page;mso-height-relative:page;" fillcolor="#FFFFFF [3201]" filled="t" stroked="f" coordsize="21600,21600" o:gfxdata="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aExC3XAAAADgEAAA8AAAAAAAAAAQAgAAAAIgAA&#10;AGRycy9kb3ducmV2LnhtbFBLAQIUABQAAAAIAIdO4kCO/1EyQgIAAFAEAAAOAAAAAAAAAAEAIAAA&#10;ACYBAABkcnMvZTJvRG9jLnhtbFBLBQYAAAAABgAGAFkBAADa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3175" b="5715"/>
                <wp:wrapNone/>
                <wp:docPr id="129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55pt;margin-top:149.85pt;height:72.75pt;width:128.15pt;z-index:251728896;mso-width-relative:page;mso-height-relative:page;" fillcolor="#FFFFFF [3201]" filled="t" stroked="f" coordsize="21600,21600" o:gfxdata="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xurun1gAAAAsBAAAPAAAAAAAAAAEAIAAAACIAAABkcnMvZG93bnJldi54&#10;bWxQSwECFAAUAAAACACHTuJAMDnpljUCAABFBAAADgAAAAAAAAABACAAAAAl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2830830</wp:posOffset>
                </wp:positionV>
                <wp:extent cx="988060" cy="4817110"/>
                <wp:effectExtent l="0" t="0" r="0" b="0"/>
                <wp:wrapNone/>
                <wp:docPr id="130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7pt;margin-top:222.9pt;height:379.3pt;width:77.8pt;z-index:251727872;mso-width-relative:page;mso-height-relative:page;" filled="f" stroked="f" coordsize="21600,21600" o:gfxdata="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rl2NA2gAAAAwBAAAPAAAAAAAAAAEAIAAAACIAAABkcnMvZG93bnJldi54bWxQSwECFAAUAAAA&#10;CACHTuJAbU9RayUCAAAe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3175" b="5715"/>
                <wp:wrapNone/>
                <wp:docPr id="131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pt;margin-top:149.85pt;height:72.75pt;width:128.15pt;z-index:251726848;mso-width-relative:page;mso-height-relative:page;" fillcolor="#FFFFFF [3201]" filled="t" stroked="f" coordsize="21600,21600" o:gfxdata="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SWjVAdcAAAALAQAADwAAAAAAAAABACAAAAAiAAAAZHJzL2Rvd25yZXYu&#10;eG1sUEsBAhQAFAAAAAgAh07iQIVEcBg1AgAARQQAAA4AAAAAAAAAAQAgAAAAJgEAAGRycy9lMm9E&#10;b2MueG1sUEsFBgAAAAAGAAYAWQEAAM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2935605</wp:posOffset>
                </wp:positionV>
                <wp:extent cx="988060" cy="4817110"/>
                <wp:effectExtent l="0" t="0" r="0" b="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7pt;margin-top:231.15pt;height:379.3pt;width:77.8pt;z-index:251725824;mso-width-relative:page;mso-height-relative:page;" filled="f" stroked="f" coordsize="21600,21600" o:gfxdata="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BXbV82gAAAAwBAAAPAAAAAAAAAAEAIAAAACIAAABkcnMvZG93bnJldi54bWxQSwECFAAUAAAA&#10;CACHTuJAlVdjkSUCAAAeBAAADgAAAAAAAAABACAAAAAp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7788275</wp:posOffset>
                </wp:positionV>
                <wp:extent cx="1510030" cy="400050"/>
                <wp:effectExtent l="0" t="0" r="0" b="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档案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45pt;margin-top:613.25pt;height:31.5pt;width:118.9pt;z-index:251720704;mso-width-relative:page;mso-height-relative:page;" filled="f" stroked="f" coordsize="21600,21600" o:gfxdata="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Y&#10;d7ma3QAAAA0BAAAPAAAAAAAAAAEAIAAAACIAAABkcnMvZG93bnJldi54bWxQSwECFAAUAAAACACH&#10;TuJAhFCjSR8CAAAcBAAADgAAAAAAAAABACAAAAAs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档案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7738745</wp:posOffset>
                </wp:positionV>
                <wp:extent cx="1347470" cy="400050"/>
                <wp:effectExtent l="0" t="0" r="0" b="0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609.35pt;height:31.5pt;width:106.1pt;z-index:251723776;mso-width-relative:page;mso-height-relative:page;" filled="f" stroked="f" coordsize="21600,21600" o:gfxdata="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O&#10;DX5k3AAAAA0BAAAPAAAAAAAAAAEAIAAAACIAAABkcnMvZG93bnJldi54bWxQSwECFAAUAAAACACH&#10;TuJAcnJ/zyACAAAc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7748270</wp:posOffset>
                </wp:positionV>
                <wp:extent cx="1347470" cy="400050"/>
                <wp:effectExtent l="0" t="0" r="0" b="0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1pt;margin-top:610.1pt;height:31.5pt;width:106.1pt;z-index:251724800;mso-width-relative:page;mso-height-relative:page;" filled="f" stroked="f" coordsize="21600,21600" o:gfxdata="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sYr&#10;xtsAAAANAQAADwAAAAAAAAABACAAAAAiAAAAZHJzL2Rvd25yZXYueG1sUEsBAhQAFAAAAAgAh07i&#10;QOCVQFwfAgAAHA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1941195</wp:posOffset>
                </wp:positionV>
                <wp:extent cx="1627505" cy="923925"/>
                <wp:effectExtent l="0" t="0" r="3175" b="5715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341757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45pt;margin-top:152.85pt;height:72.75pt;width:128.15pt;z-index:251721728;mso-width-relative:page;mso-height-relative:page;" fillcolor="#FFFFFF [3201]" filled="t" stroked="f" coordsize="21600,21600" o:gfxdata="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4ZxwodgAAAAMAQAADwAAAAAAAAABACAAAAAiAAAA&#10;ZHJzL2Rvd25yZXYueG1sUEsBAhQAFAAAAAgAh07iQAhxnB1AAgAAUQQAAA4AAAAAAAAAAQAgAAAA&#10;Jw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-854710</wp:posOffset>
                </wp:positionH>
                <wp:positionV relativeFrom="paragraph">
                  <wp:posOffset>3040380</wp:posOffset>
                </wp:positionV>
                <wp:extent cx="988060" cy="4817110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870" y="321564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3pt;margin-top:239.4pt;height:379.3pt;width:77.8pt;z-index:251719680;mso-width-relative:page;mso-height-relative:page;" filled="f" stroked="f" coordsize="21600,21600" o:gfxdata="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+n8ex9sAAAAMAQAADwAAAAAAAAABACAAAAAiAAAAZHJzL2Rvd25yZXYueG1s&#10;UEsBAhQAFAAAAAgAh07iQMgxJLAuAgAAKQQAAA4AAAAAAAAAAQAgAAAAKg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none"/>
          <w:lang w:val="en-US" w:eastAsia="zh-CN"/>
        </w:rPr>
        <w:t>粘贴于档案盒左侧</w:t>
      </w: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EU-BZ-S92">
    <w:panose1 w:val="02020503000000020003"/>
    <w:charset w:val="86"/>
    <w:family w:val="auto"/>
    <w:pitch w:val="default"/>
    <w:sig w:usb0="E00002FF" w:usb1="5ACFECFE" w:usb2="05000016" w:usb3="00000000" w:csb0="003E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TEsImhkaWQiOiIxYjQyOWQ2YWIyMjRmOTg1MDIwMzAyOTZmZjY0MWQ2OCIsInVzZXJDb3VudCI6MX0="/>
  </w:docVars>
  <w:rsids>
    <w:rsidRoot w:val="3BDF0C44"/>
    <w:rsid w:val="00B706DF"/>
    <w:rsid w:val="0C326D32"/>
    <w:rsid w:val="0DF1192E"/>
    <w:rsid w:val="13AA1297"/>
    <w:rsid w:val="17DF41B7"/>
    <w:rsid w:val="1D9D5A40"/>
    <w:rsid w:val="27A26C88"/>
    <w:rsid w:val="28C17ED6"/>
    <w:rsid w:val="2C9C5782"/>
    <w:rsid w:val="35A21DD8"/>
    <w:rsid w:val="37E74B84"/>
    <w:rsid w:val="3BDF0C44"/>
    <w:rsid w:val="3BE47736"/>
    <w:rsid w:val="42D976C8"/>
    <w:rsid w:val="440131E9"/>
    <w:rsid w:val="45AF5B4F"/>
    <w:rsid w:val="45C45B4F"/>
    <w:rsid w:val="486527C0"/>
    <w:rsid w:val="4FBE72E9"/>
    <w:rsid w:val="52903DD9"/>
    <w:rsid w:val="59312947"/>
    <w:rsid w:val="5AFA1D3E"/>
    <w:rsid w:val="61251916"/>
    <w:rsid w:val="62ED70FA"/>
    <w:rsid w:val="63AD4617"/>
    <w:rsid w:val="68A63BC7"/>
    <w:rsid w:val="6F6D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office6\templates\download\f783a675-7319-4549-b808-ea51932ef7df\&#26723;&#26696;&#30418;&#25991;&#20214;&#30418;&#26631;&#3161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档案盒文件盒标签.docx</Template>
  <Pages>2</Pages>
  <Words>41</Words>
  <Characters>41</Characters>
  <Lines>0</Lines>
  <Paragraphs>0</Paragraphs>
  <TotalTime>2</TotalTime>
  <ScaleCrop>false</ScaleCrop>
  <LinksUpToDate>false</LinksUpToDate>
  <CharactersWithSpaces>41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2021-11-09T13:02:00Z</dcterms:created>
  <dc:creator>林煜玲</dc:creator>
  <cp:lastModifiedBy>曾晓丽</cp:lastModifiedBy>
  <cp:lastPrinted>2021-11-10T01:52:00Z</cp:lastPrinted>
  <dcterms:modified xsi:type="dcterms:W3CDTF">2026-01-26T03:22:50Z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KSOTemplateUUID">
    <vt:lpwstr>v1.0_mb_BAdcmHUYMrZQqNbXl0RItg==</vt:lpwstr>
  </property>
  <property fmtid="{D5CDD505-2E9C-101B-9397-08002B2CF9AE}" pid="4" name="ICV">
    <vt:lpwstr>0334A700E5914708A20D0D45F966F3C7_13</vt:lpwstr>
  </property>
  <property fmtid="{D5CDD505-2E9C-101B-9397-08002B2CF9AE}" pid="5" name="KSOTemplateDocerSaveRecord">
    <vt:lpwstr>eyJoZGlkIjoiMWI0MjlkNmFiMjI0Zjk4NTAyMDMwMjk2ZmY2NDFkNjgiLCJ1c2VySWQiOiIzMDU0MzM2OTEifQ==</vt:lpwstr>
  </property>
</Properties>
</file>